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55E" w:rsidRDefault="00D4055E">
      <w:r>
        <w:t>Ukrainian Holodomor</w:t>
      </w:r>
    </w:p>
    <w:p w:rsidR="00D4055E" w:rsidRDefault="00D4055E"/>
    <w:p w:rsidR="00D4055E" w:rsidRDefault="00D4055E">
      <w:r w:rsidRPr="00A90FB5">
        <w:rPr>
          <w:b/>
          <w:bCs/>
          <w:u w:val="single"/>
        </w:rPr>
        <w:t>Who</w:t>
      </w:r>
      <w:r>
        <w:t xml:space="preserve">:  Ukrainian SSR, </w:t>
      </w:r>
      <w:smartTag w:uri="urn:schemas-microsoft-com:office:smarttags" w:element="place">
        <w:r>
          <w:t>Soviet Union</w:t>
        </w:r>
      </w:smartTag>
      <w:r>
        <w:t>, Stalin</w:t>
      </w:r>
    </w:p>
    <w:p w:rsidR="00D4055E" w:rsidRDefault="00D4055E">
      <w:r w:rsidRPr="00A90FB5">
        <w:rPr>
          <w:b/>
          <w:bCs/>
          <w:u w:val="single"/>
        </w:rPr>
        <w:t>What</w:t>
      </w:r>
      <w:r>
        <w:t>: the causes of the holodomor is still a debatable topic.  Stalin forces peasants/farmers to give up their land and join gov’t owned collective farms.  Some scholars say it was a famine due to economic changes during the soviet industrialization period.  Others say it was an attack on Ukrainian nationalism which would make this a genocide.</w:t>
      </w:r>
    </w:p>
    <w:p w:rsidR="00D4055E" w:rsidRDefault="00D4055E">
      <w:r w:rsidRPr="00A90FB5">
        <w:rPr>
          <w:b/>
          <w:bCs/>
          <w:u w:val="single"/>
        </w:rPr>
        <w:t>Where</w:t>
      </w:r>
      <w:r>
        <w:t xml:space="preserve">:  Ukrainian SSR, Moldavian ASSR. Most affected areas were </w:t>
      </w:r>
      <w:smartTag w:uri="urn:schemas-microsoft-com:office:smarttags" w:element="place">
        <w:smartTag w:uri="urn:schemas-microsoft-com:office:smarttags" w:element="City">
          <w:r>
            <w:t>Kiev</w:t>
          </w:r>
        </w:smartTag>
      </w:smartTag>
      <w:r>
        <w:t xml:space="preserve">, Kharkiv Oblast, Dnipropetrovsk, </w:t>
      </w:r>
      <w:smartTag w:uri="urn:schemas-microsoft-com:office:smarttags" w:element="place">
        <w:smartTag w:uri="urn:schemas-microsoft-com:office:smarttags" w:element="City">
          <w:r>
            <w:t>Odessa</w:t>
          </w:r>
        </w:smartTag>
      </w:smartTag>
      <w:r>
        <w:t xml:space="preserve">, Vinnytsya and </w:t>
      </w:r>
      <w:smartTag w:uri="urn:schemas-microsoft-com:office:smarttags" w:element="place">
        <w:smartTag w:uri="urn:schemas-microsoft-com:office:smarttags" w:element="City">
          <w:r>
            <w:t>Donetsk</w:t>
          </w:r>
        </w:smartTag>
      </w:smartTag>
      <w:r>
        <w:t xml:space="preserve"> oblasts</w:t>
      </w:r>
    </w:p>
    <w:p w:rsidR="00D4055E" w:rsidRDefault="00D4055E">
      <w:r>
        <w:rPr>
          <w:b/>
          <w:bCs/>
          <w:u w:val="single"/>
        </w:rPr>
        <w:t xml:space="preserve">When:  </w:t>
      </w:r>
      <w:r>
        <w:t xml:space="preserve">1928 – 1933.  </w:t>
      </w:r>
    </w:p>
    <w:p w:rsidR="00D4055E" w:rsidRDefault="00D4055E">
      <w:r w:rsidRPr="00D9165D">
        <w:rPr>
          <w:b/>
          <w:bCs/>
          <w:u w:val="single"/>
        </w:rPr>
        <w:t>Why</w:t>
      </w:r>
      <w:r>
        <w:t>:  Stalin denied that there was a famine and refused to let foreign aid come in.  He never admitted to creating a genocide so therefore we do not know his reasoning for ethnic cleansing against ukrainians.</w:t>
      </w:r>
    </w:p>
    <w:p w:rsidR="00D4055E" w:rsidRPr="00E74981" w:rsidRDefault="00D4055E">
      <w:r w:rsidRPr="00DB73C1">
        <w:rPr>
          <w:b/>
          <w:bCs/>
          <w:u w:val="single"/>
        </w:rPr>
        <w:t>How</w:t>
      </w:r>
      <w:r>
        <w:t xml:space="preserve">:  it could have been prevented by not having a psycopath as the dictator of one of the strongest countries in the world.  There is not much that outsiders could do because stalin refused to allow foreign aid and claimed that there was no famine.  </w:t>
      </w:r>
    </w:p>
    <w:sectPr w:rsidR="00D4055E" w:rsidRPr="00E74981" w:rsidSect="008070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FB5"/>
    <w:rsid w:val="00033E8A"/>
    <w:rsid w:val="00285431"/>
    <w:rsid w:val="00291D0C"/>
    <w:rsid w:val="004D7C67"/>
    <w:rsid w:val="008070D2"/>
    <w:rsid w:val="00902560"/>
    <w:rsid w:val="00A37890"/>
    <w:rsid w:val="00A90FB5"/>
    <w:rsid w:val="00B9539C"/>
    <w:rsid w:val="00D4055E"/>
    <w:rsid w:val="00D9165D"/>
    <w:rsid w:val="00DB73C1"/>
    <w:rsid w:val="00E749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0D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1</Pages>
  <Words>154</Words>
  <Characters>878</Characters>
  <Application>Microsoft Office Outlook</Application>
  <DocSecurity>0</DocSecurity>
  <Lines>0</Lines>
  <Paragraphs>0</Paragraphs>
  <ScaleCrop>false</ScaleCrop>
  <Company>BGRS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Acer2010</dc:creator>
  <cp:keywords/>
  <dc:description/>
  <cp:lastModifiedBy>BGRS</cp:lastModifiedBy>
  <cp:revision>3</cp:revision>
  <dcterms:created xsi:type="dcterms:W3CDTF">2010-11-08T15:50:00Z</dcterms:created>
  <dcterms:modified xsi:type="dcterms:W3CDTF">2010-11-08T18:22:00Z</dcterms:modified>
</cp:coreProperties>
</file>